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4" w:after="0" w:line="282" w:lineRule="auto"/>
        <w:ind w:left="61" w:right="-20" w:firstLine="426"/>
        <w:jc w:val="right"/>
        <w:rPr>
          <w:rFonts w:ascii="Arial" w:hAnsi="Arial" w:cs="Arial" w:eastAsia="Arial"/>
          <w:sz w:val="25"/>
          <w:szCs w:val="25"/>
        </w:rPr>
      </w:pPr>
      <w:rPr/>
      <w:r>
        <w:rPr/>
        <w:pict>
          <v:group style="position:absolute;margin-left:107.134399pt;margin-top:-3.065975pt;width:381.266pt;height:95.2604pt;mso-position-horizontal-relative:page;mso-position-vertical-relative:paragraph;z-index:-56" coordorigin="2143,-61" coordsize="7625,1905">
            <v:group style="position:absolute;left:2269;top:65;width:7373;height:301" coordorigin="2269,65" coordsize="7373,301">
              <v:shape style="position:absolute;left:2269;top:65;width:7373;height:301" coordorigin="2269,65" coordsize="7373,301" path="m2325,65l2293,66,2276,72,2270,88,2269,121,2269,309,2270,341,2276,358,2292,364,2325,365,9585,365,9618,364,9635,358,9641,342,9642,309,9642,121,9618,66,2325,65e" filled="t" fillcolor="#FFFFFF" stroked="f">
                <v:path arrowok="t"/>
                <v:fill/>
              </v:shape>
            </v:group>
            <v:group style="position:absolute;left:2269;top:403;width:7373;height:301" coordorigin="2269,403" coordsize="7373,301">
              <v:shape style="position:absolute;left:2269;top:403;width:7373;height:301" coordorigin="2269,403" coordsize="7373,301" path="m2325,403l2293,404,2276,410,2270,427,2269,459,2269,647,2270,679,2276,696,2292,703,2325,703,9585,703,9618,703,9635,696,9641,680,9642,647,9642,459,9618,404,2325,403e" filled="t" fillcolor="#FFFFFF" stroked="f">
                <v:path arrowok="t"/>
                <v:fill/>
              </v:shape>
            </v:group>
            <v:group style="position:absolute;left:2269;top:741;width:7373;height:301" coordorigin="2269,741" coordsize="7373,301">
              <v:shape style="position:absolute;left:2269;top:741;width:7373;height:301" coordorigin="2269,741" coordsize="7373,301" path="m2325,741l2293,742,2276,748,2270,765,2269,797,2269,985,2270,1018,2276,1034,2292,1041,2325,1042,9585,1042,9618,1041,9635,1035,9641,1018,9642,985,9642,797,9618,742,2325,741e" filled="t" fillcolor="#FFFFFF" stroked="f">
                <v:path arrowok="t"/>
                <v:fill/>
              </v:shape>
            </v:group>
            <v:group style="position:absolute;left:2269;top:1079;width:7373;height:639" coordorigin="2269,1079" coordsize="7373,639">
              <v:shape style="position:absolute;left:2269;top:1079;width:7373;height:639" coordorigin="2269,1079" coordsize="7373,639" path="m2325,1079l2293,1080,2276,1086,2270,1103,2269,1135,2269,1662,2270,1694,2276,1711,2292,1717,2325,1718,9585,1718,9618,1717,9635,1711,9641,1694,9642,1662,9642,1135,9618,1080,2325,1079e" filled="t" fillcolor="#FFFFFF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An: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Cc: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Bcc: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Betre</w:t>
      </w:r>
      <w:r>
        <w:rPr>
          <w:rFonts w:ascii="Arial" w:hAnsi="Arial" w:cs="Arial" w:eastAsia="Arial"/>
          <w:sz w:val="25"/>
          <w:szCs w:val="25"/>
          <w:color w:val="231F20"/>
          <w:spacing w:val="-4"/>
          <w:w w:val="100"/>
        </w:rPr>
        <w:t>f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f: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74" w:after="0" w:line="240" w:lineRule="auto"/>
        <w:ind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/>
        <w:br w:type="column"/>
      </w:r>
      <w:hyperlink r:id="rId5">
        <w:r>
          <w:rPr>
            <w:rFonts w:ascii="Arial" w:hAnsi="Arial" w:cs="Arial" w:eastAsia="Arial"/>
            <w:sz w:val="25"/>
            <w:szCs w:val="25"/>
            <w:color w:val="231F20"/>
            <w:spacing w:val="0"/>
            <w:w w:val="100"/>
          </w:rPr>
          <w:t>PeterBerger@Semantec.org</w:t>
        </w:r>
        <w:r>
          <w:rPr>
            <w:rFonts w:ascii="Arial" w:hAnsi="Arial" w:cs="Arial" w:eastAsia="Arial"/>
            <w:sz w:val="25"/>
            <w:szCs w:val="25"/>
            <w:color w:val="000000"/>
            <w:spacing w:val="0"/>
            <w:w w:val="100"/>
          </w:rPr>
        </w:r>
      </w:hyperlink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Absage: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Gespräch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05.07.2020;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Bewerbung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als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58" w:after="0" w:line="267" w:lineRule="exact"/>
        <w:ind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  <w:position w:val="-1"/>
        </w:rPr>
        <w:t>Assistentin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20" w:h="16840"/>
          <w:pgMar w:top="880" w:bottom="280" w:left="1280" w:right="1680"/>
          <w:cols w:num="2" w:equalWidth="0">
            <w:col w:w="904" w:space="240"/>
            <w:col w:w="7816"/>
          </w:cols>
        </w:sectPr>
      </w:pPr>
      <w:rPr/>
    </w:p>
    <w:p>
      <w:pPr>
        <w:spacing w:before="10" w:after="0" w:line="120" w:lineRule="exact"/>
        <w:jc w:val="left"/>
        <w:rPr>
          <w:sz w:val="12"/>
          <w:szCs w:val="12"/>
        </w:rPr>
      </w:pPr>
      <w:rPr/>
      <w:r>
        <w:rPr/>
        <w:pict>
          <v:group style="position:absolute;margin-left:0pt;margin-top:.000015pt;width:595.275pt;height:841.89pt;mso-position-horizontal-relative:page;mso-position-vertical-relative:page;z-index:-57" coordorigin="0,0" coordsize="11906,16838">
            <v:shape style="position:absolute;left:0;top:0;width:11906;height:16838" coordorigin="0,0" coordsize="11906,16838" path="m0,16838l11906,16838,11906,0,0,0,0,16838e" filled="t" fillcolor="#DCDDDE" stroked="f">
              <v:path arrowok="t"/>
              <v:fill/>
            </v:shape>
          </v:group>
          <w10:wrap type="none"/>
        </w:pict>
      </w:r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3" w:after="0" w:line="240" w:lineRule="auto"/>
        <w:ind w:left="137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Sehr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geehrter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Herr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Berge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,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91" w:lineRule="auto"/>
        <w:ind w:left="137" w:right="841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von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Ihnen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beschriebene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Position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und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damit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verbundene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Aufgabenvielfalt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sind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sehr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vielversprechend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und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haben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besonders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interessiert.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91" w:lineRule="auto"/>
        <w:ind w:left="137" w:right="799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Zwischenzeit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habe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jedoch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eine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Zusage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von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einem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anderen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Unternehmen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bekommen,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dessen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Stellenangebot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wie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maßgeschneidert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zu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meinem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Qualifikationsprofil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passt.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musste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schnell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für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eine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Zusage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entscheiden.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Deshalb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stehe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für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den</w:t>
      </w:r>
      <w:r>
        <w:rPr>
          <w:rFonts w:ascii="Arial" w:hAnsi="Arial" w:cs="Arial" w:eastAsia="Arial"/>
          <w:sz w:val="25"/>
          <w:szCs w:val="25"/>
          <w:color w:val="231F20"/>
          <w:spacing w:val="-4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-28"/>
          <w:w w:val="100"/>
        </w:rPr>
        <w:t>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ermin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zum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V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orstellungsgespräch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05.07.2020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14:00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Uhr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nicht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mehr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zur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V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erfügung.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91" w:lineRule="auto"/>
        <w:ind w:left="137" w:right="1078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bedaure,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Ihnen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absagen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zu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müssen,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ho</w:t>
      </w:r>
      <w:r>
        <w:rPr>
          <w:rFonts w:ascii="Arial" w:hAnsi="Arial" w:cs="Arial" w:eastAsia="Arial"/>
          <w:sz w:val="25"/>
          <w:szCs w:val="25"/>
          <w:color w:val="231F20"/>
          <w:spacing w:val="-5"/>
          <w:w w:val="100"/>
        </w:rPr>
        <w:t>f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aber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auf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Ihr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-14"/>
          <w:w w:val="100"/>
        </w:rPr>
        <w:t>V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erständ-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nis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und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vor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allem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bedanke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noch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einmal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sehr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herzlich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für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Ihre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Einladung.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37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Mit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freundlichen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Grüßen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37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Hannah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Krill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58" w:after="0" w:line="240" w:lineRule="auto"/>
        <w:ind w:left="137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Richard-</w:t>
      </w:r>
      <w:r>
        <w:rPr>
          <w:rFonts w:ascii="Arial" w:hAnsi="Arial" w:cs="Arial" w:eastAsia="Arial"/>
          <w:sz w:val="25"/>
          <w:szCs w:val="25"/>
          <w:color w:val="231F20"/>
          <w:spacing w:val="-9"/>
          <w:w w:val="100"/>
        </w:rPr>
        <w:t>W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agner-Straße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58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58" w:after="0" w:line="240" w:lineRule="auto"/>
        <w:ind w:left="137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10585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Berlin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58" w:after="0" w:line="240" w:lineRule="auto"/>
        <w:ind w:left="137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color w:val="231F20"/>
          <w:spacing w:val="-28"/>
          <w:w w:val="100"/>
        </w:rPr>
        <w:t>T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el.: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030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5"/>
          <w:szCs w:val="25"/>
          <w:color w:val="231F20"/>
          <w:spacing w:val="0"/>
          <w:w w:val="100"/>
        </w:rPr>
        <w:t>5289375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</w:rPr>
      </w:r>
    </w:p>
    <w:p>
      <w:pPr>
        <w:spacing w:before="58" w:after="0" w:line="240" w:lineRule="auto"/>
        <w:ind w:left="137" w:right="-20"/>
        <w:jc w:val="left"/>
        <w:rPr>
          <w:rFonts w:ascii="Arial" w:hAnsi="Arial" w:cs="Arial" w:eastAsia="Arial"/>
          <w:sz w:val="25"/>
          <w:szCs w:val="25"/>
        </w:rPr>
      </w:pPr>
      <w:rPr/>
      <w:hyperlink r:id="rId6">
        <w:r>
          <w:rPr>
            <w:rFonts w:ascii="Arial" w:hAnsi="Arial" w:cs="Arial" w:eastAsia="Arial"/>
            <w:sz w:val="25"/>
            <w:szCs w:val="25"/>
            <w:color w:val="231F20"/>
            <w:spacing w:val="0"/>
            <w:w w:val="100"/>
          </w:rPr>
          <w:t>E-Mail:</w:t>
        </w:r>
        <w:r>
          <w:rPr>
            <w:rFonts w:ascii="Arial" w:hAnsi="Arial" w:cs="Arial" w:eastAsia="Arial"/>
            <w:sz w:val="25"/>
            <w:szCs w:val="25"/>
            <w:color w:val="231F20"/>
            <w:spacing w:val="0"/>
            <w:w w:val="100"/>
          </w:rPr>
          <w:t> </w:t>
        </w:r>
        <w:r>
          <w:rPr>
            <w:rFonts w:ascii="Arial" w:hAnsi="Arial" w:cs="Arial" w:eastAsia="Arial"/>
            <w:sz w:val="25"/>
            <w:szCs w:val="25"/>
            <w:color w:val="231F20"/>
            <w:spacing w:val="0"/>
            <w:w w:val="100"/>
          </w:rPr>
          <w:t>Hannah-Krill@provide</w:t>
        </w:r>
        <w:r>
          <w:rPr>
            <w:rFonts w:ascii="Arial" w:hAnsi="Arial" w:cs="Arial" w:eastAsia="Arial"/>
            <w:sz w:val="25"/>
            <w:szCs w:val="25"/>
            <w:color w:val="231F20"/>
            <w:spacing w:val="-14"/>
            <w:w w:val="100"/>
          </w:rPr>
          <w:t>r</w:t>
        </w:r>
        <w:r>
          <w:rPr>
            <w:rFonts w:ascii="Arial" w:hAnsi="Arial" w:cs="Arial" w:eastAsia="Arial"/>
            <w:sz w:val="25"/>
            <w:szCs w:val="25"/>
            <w:color w:val="231F20"/>
            <w:spacing w:val="0"/>
            <w:w w:val="100"/>
          </w:rPr>
          <w:t>.de</w:t>
        </w:r>
        <w:r>
          <w:rPr>
            <w:rFonts w:ascii="Arial" w:hAnsi="Arial" w:cs="Arial" w:eastAsia="Arial"/>
            <w:sz w:val="25"/>
            <w:szCs w:val="25"/>
            <w:color w:val="000000"/>
            <w:spacing w:val="0"/>
            <w:w w:val="100"/>
          </w:rPr>
        </w:r>
      </w:hyperlink>
    </w:p>
    <w:sectPr>
      <w:type w:val="continuous"/>
      <w:pgSz w:w="11920" w:h="16840"/>
      <w:pgMar w:top="880" w:bottom="280" w:left="12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auto"/>
    <w:pitch w:val="default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PeterBerger@Semantec.org" TargetMode="External"/><Relationship Id="rId6" Type="http://schemas.openxmlformats.org/officeDocument/2006/relationships/hyperlink" Target="mailto:Hannah-Krill@provider.de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2016-02-17T10:50:25Z</dcterms:created>
  <dcterms:modified xsi:type="dcterms:W3CDTF">2016-02-17T10:50:25Z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2016-02-16T00:00:00Z</vt:filetime>
  </property>
  <property fmtid="{D5CDD505-2E9C-101B-9397-08002B2CF9AE}" pid="3" name="LastSaved">
    <vt:filetime>2016-02-17T00:00:00Z</vt:filetime>
  </property>
</Properties>
</file>